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 w:displacedByCustomXml="next"/>
    <w:bookmarkEnd w:id="0" w:displacedByCustomXml="next"/>
    <w:sdt>
      <w:sdtPr>
        <w:rPr>
          <w:rFonts w:asciiTheme="majorHAnsi" w:eastAsiaTheme="majorEastAsia" w:hAnsiTheme="majorHAnsi" w:cstheme="majorBidi"/>
          <w:sz w:val="72"/>
          <w:szCs w:val="72"/>
          <w:lang w:eastAsia="en-US"/>
        </w:rPr>
        <w:id w:val="-1499722279"/>
        <w:docPartObj>
          <w:docPartGallery w:val="Cover Pages"/>
          <w:docPartUnique/>
        </w:docPartObj>
      </w:sdtPr>
      <w:sdtEndPr>
        <w:rPr>
          <w:rFonts w:asciiTheme="minorHAnsi" w:eastAsiaTheme="minorHAnsi" w:hAnsiTheme="minorHAnsi" w:cstheme="minorBidi"/>
          <w:sz w:val="22"/>
          <w:szCs w:val="22"/>
        </w:rPr>
      </w:sdtEndPr>
      <w:sdtContent>
        <w:p w:rsidR="00B90F54" w:rsidRDefault="00B90F54">
          <w:pPr>
            <w:pStyle w:val="NoSpacing"/>
            <w:rPr>
              <w:rFonts w:asciiTheme="majorHAnsi" w:eastAsiaTheme="majorEastAsia" w:hAnsiTheme="majorHAnsi" w:cstheme="majorBidi"/>
              <w:sz w:val="72"/>
              <w:szCs w:val="72"/>
            </w:rPr>
          </w:pPr>
          <w:r>
            <w:rPr>
              <w:noProof/>
              <w:lang w:eastAsia="en-US"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0" allowOverlap="1" wp14:anchorId="7C7C845F" wp14:editId="4FEF2852">
                    <wp:simplePos x="0" y="0"/>
                    <wp:positionH relativeFrom="page">
                      <wp:align>center</wp:align>
                    </wp:positionH>
                    <wp:positionV relativeFrom="page">
                      <wp:align>bottom</wp:align>
                    </wp:positionV>
                    <wp:extent cx="8161020" cy="817880"/>
                    <wp:effectExtent l="0" t="0" r="11430" b="15240"/>
                    <wp:wrapNone/>
                    <wp:docPr id="7" name="Rectangl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161020" cy="817880"/>
                            </a:xfrm>
                            <a:prstGeom prst="rect">
                              <a:avLst/>
                            </a:prstGeom>
                            <a:solidFill>
                              <a:srgbClr val="FF0000"/>
                            </a:solidFill>
                            <a:ln w="9525">
                              <a:solidFill>
                                <a:schemeClr val="accent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105000</wp14:pctWidth>
                    </wp14:sizeRelH>
                    <wp14:sizeRelV relativeFrom="topMargin">
                      <wp14:pctHeight>90000</wp14:pctHeight>
                    </wp14:sizeRelV>
                  </wp:anchor>
                </w:drawing>
              </mc:Choice>
              <mc:Fallback>
                <w:pict>
                  <v:rect id="Rectangle 2" o:spid="_x0000_s1026" style="position:absolute;margin-left:0;margin-top:0;width:642.6pt;height:64.4pt;z-index:251662336;visibility:visible;mso-wrap-style:square;mso-width-percent:1050;mso-height-percent:900;mso-wrap-distance-left:9pt;mso-wrap-distance-top:0;mso-wrap-distance-right:9pt;mso-wrap-distance-bottom:0;mso-position-horizontal:center;mso-position-horizontal-relative:page;mso-position-vertical:bottom;mso-position-vertical-relative:page;mso-width-percent:105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" o:allowincell="f" fillcolor="red" strokecolor="#4f81bd [3204]">
                    <w10:wrap anchorx="page" anchory="page"/>
                  </v:rect>
                </w:pict>
              </mc:Fallback>
            </mc:AlternateContent>
          </w:r>
          <w:r>
            <w:rPr>
              <w:noProof/>
              <w:lang w:eastAsia="en-US"/>
            </w:rPr>
            <mc:AlternateContent>
              <mc:Choice Requires="wps">
                <w:drawing>
                  <wp:anchor distT="0" distB="0" distL="114300" distR="114300" simplePos="0" relativeHeight="251665408" behindDoc="0" locked="0" layoutInCell="0" allowOverlap="1" wp14:anchorId="24EABCB7" wp14:editId="5C5673AC">
                    <wp:simplePos x="0" y="0"/>
                    <wp:positionH relativeFrom="leftMargin">
                      <wp:align>center</wp:align>
                    </wp:positionH>
                    <wp:positionV relativeFrom="page">
                      <wp:align>center</wp:align>
                    </wp:positionV>
                    <wp:extent cx="90805" cy="10556240"/>
                    <wp:effectExtent l="0" t="0" r="4445" b="5080"/>
                    <wp:wrapNone/>
                    <wp:docPr id="8" name="Rectangle 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0805" cy="105562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accent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105000</wp14:pctHeight>
                    </wp14:sizeRelV>
                  </wp:anchor>
                </w:drawing>
              </mc:Choice>
              <mc:Fallback>
                <w:pict>
                  <v:rect id="Rectangle 5" o:spid="_x0000_s1026" style="position:absolute;margin-left:0;margin-top:0;width:7.15pt;height:831.2pt;z-index:251665408;visibility:visible;mso-wrap-style:square;mso-width-percent:0;mso-height-percent:1050;mso-wrap-distance-left:9pt;mso-wrap-distance-top:0;mso-wrap-distance-right:9pt;mso-wrap-distance-bottom:0;mso-position-horizontal:center;mso-position-horizontal-relative:left-margin-area;mso-position-vertical:center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" o:allowincell="f" strokecolor="#4f81bd [3204]">
                    <w10:wrap anchorx="margin" anchory="page"/>
                  </v:rect>
                </w:pict>
              </mc:Fallback>
            </mc:AlternateContent>
          </w:r>
          <w:r>
            <w:rPr>
              <w:noProof/>
              <w:lang w:eastAsia="en-US"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0" allowOverlap="1" wp14:anchorId="7BA07A5A" wp14:editId="5682CBF9">
                    <wp:simplePos x="0" y="0"/>
                    <wp:positionH relativeFrom="rightMargin">
                      <wp:align>center</wp:align>
                    </wp:positionH>
                    <wp:positionV relativeFrom="page">
                      <wp:align>center</wp:align>
                    </wp:positionV>
                    <wp:extent cx="90805" cy="10556240"/>
                    <wp:effectExtent l="0" t="0" r="4445" b="5080"/>
                    <wp:wrapNone/>
                    <wp:docPr id="9" name="Rectangle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0805" cy="105562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accent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105000</wp14:pctHeight>
                    </wp14:sizeRelV>
                  </wp:anchor>
                </w:drawing>
              </mc:Choice>
              <mc:Fallback>
                <w:pict>
                  <v:rect id="Rectangle 4" o:spid="_x0000_s1026" style="position:absolute;margin-left:0;margin-top:0;width:7.15pt;height:831.2pt;z-index:251664384;visibility:visible;mso-wrap-style:square;mso-width-percent:0;mso-height-percent:105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" o:allowincell="f" strokecolor="#4f81bd [3204]">
                    <w10:wrap anchorx="margin" anchory="page"/>
                  </v:rect>
                </w:pict>
              </mc:Fallback>
            </mc:AlternateContent>
          </w:r>
          <w:r>
            <w:rPr>
              <w:noProof/>
              <w:lang w:eastAsia="en-US"/>
            </w:rPr>
            <mc:AlternateContent>
              <mc:Choice Requires="wps">
                <w:drawing>
                  <wp:anchor distT="0" distB="0" distL="114300" distR="114300" simplePos="0" relativeHeight="251663360" behindDoc="0" locked="0" layoutInCell="0" allowOverlap="1" wp14:anchorId="72D80444" wp14:editId="6428ABB9">
                    <wp:simplePos x="0" y="0"/>
                    <wp:positionH relativeFrom="page">
                      <wp:align>center</wp:align>
                    </wp:positionH>
                    <wp:positionV relativeFrom="topMargin">
                      <wp:align>top</wp:align>
                    </wp:positionV>
                    <wp:extent cx="8161020" cy="822960"/>
                    <wp:effectExtent l="0" t="0" r="11430" b="15240"/>
                    <wp:wrapNone/>
                    <wp:docPr id="10" name="Rectangle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161020" cy="822960"/>
                            </a:xfrm>
                            <a:prstGeom prst="rect">
                              <a:avLst/>
                            </a:prstGeom>
                            <a:solidFill>
                              <a:srgbClr val="FF0000"/>
                            </a:solidFill>
                            <a:ln w="9525">
                              <a:solidFill>
                                <a:schemeClr val="accent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105000</wp14:pctWidth>
                    </wp14:sizeRelH>
                    <wp14:sizeRelV relativeFrom="topMargin">
                      <wp14:pctHeight>90000</wp14:pctHeight>
                    </wp14:sizeRelV>
                  </wp:anchor>
                </w:drawing>
              </mc:Choice>
              <mc:Fallback>
                <w:pict>
                  <v:rect id="Rectangle 3" o:spid="_x0000_s1026" style="position:absolute;margin-left:0;margin-top:0;width:642.6pt;height:64.8pt;z-index:251663360;visibility:visible;mso-wrap-style:square;mso-width-percent:1050;mso-height-percent:900;mso-wrap-distance-left:9pt;mso-wrap-distance-top:0;mso-wrap-distance-right:9pt;mso-wrap-distance-bottom:0;mso-position-horizontal:center;mso-position-horizontal-relative:page;mso-position-vertical:top;mso-position-vertical-relative:top-margin-area;mso-width-percent:105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" o:allowincell="f" fillcolor="red" strokecolor="#4f81bd [3204]">
                    <w10:wrap anchorx="page" anchory="margin"/>
                  </v:rect>
                </w:pict>
              </mc:Fallback>
            </mc:AlternateContent>
          </w:r>
        </w:p>
        <w:sdt>
          <w:sdtPr>
            <w:rPr>
              <w:rFonts w:asciiTheme="majorHAnsi" w:eastAsiaTheme="majorEastAsia" w:hAnsiTheme="majorHAnsi" w:cstheme="majorBidi"/>
              <w:sz w:val="72"/>
              <w:szCs w:val="72"/>
            </w:rPr>
            <w:alias w:val="Title"/>
            <w:id w:val="14700071"/>
            <w:placeholder>
              <w:docPart w:val="6473EE9A20A5451CB0501FF814A1B283"/>
            </w:placeholder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p w:rsidR="00B90F54" w:rsidRPr="00B90F54" w:rsidRDefault="00B90F54" w:rsidP="00B90F54">
              <w:pPr>
                <w:pStyle w:val="NoSpacing"/>
                <w:jc w:val="center"/>
                <w:rPr>
                  <w:rFonts w:asciiTheme="majorHAnsi" w:eastAsiaTheme="majorEastAsia" w:hAnsiTheme="majorHAnsi" w:cstheme="majorBidi"/>
                  <w:sz w:val="72"/>
                  <w:szCs w:val="72"/>
                </w:rPr>
              </w:pPr>
              <w:r>
                <w:rPr>
                  <w:rFonts w:asciiTheme="majorHAnsi" w:eastAsiaTheme="majorEastAsia" w:hAnsiTheme="majorHAnsi" w:cstheme="majorBidi"/>
                  <w:sz w:val="72"/>
                  <w:szCs w:val="72"/>
                </w:rPr>
                <w:t>Girls and Boys Town            Life Skills</w:t>
              </w:r>
            </w:p>
          </w:sdtContent>
        </w:sdt>
        <w:p w:rsidR="00B90F54" w:rsidRDefault="00B90F54"/>
        <w:p w:rsidR="00B90F54" w:rsidRDefault="00B90F54">
          <w:r>
            <w:br w:type="page"/>
          </w:r>
        </w:p>
      </w:sdtContent>
    </w:sdt>
    <w:p w:rsidR="00212851" w:rsidRDefault="00212851"/>
    <w:p w:rsidR="00212851" w:rsidRDefault="00212851">
      <w:r>
        <w:rPr>
          <w:noProof/>
          <w:sz w:val="24"/>
          <w:szCs w:val="24"/>
        </w:rPr>
        <w:drawing>
          <wp:anchor distT="36576" distB="36576" distL="36576" distR="36576" simplePos="0" relativeHeight="251658240" behindDoc="1" locked="0" layoutInCell="1" allowOverlap="1" wp14:anchorId="7DC0A57F" wp14:editId="6299E27C">
            <wp:simplePos x="0" y="0"/>
            <wp:positionH relativeFrom="column">
              <wp:posOffset>-228600</wp:posOffset>
            </wp:positionH>
            <wp:positionV relativeFrom="paragraph">
              <wp:posOffset>76835</wp:posOffset>
            </wp:positionV>
            <wp:extent cx="5600700" cy="8077200"/>
            <wp:effectExtent l="0" t="0" r="0" b="0"/>
            <wp:wrapTight wrapText="bothSides">
              <wp:wrapPolygon edited="0">
                <wp:start x="0" y="0"/>
                <wp:lineTo x="0" y="21549"/>
                <wp:lineTo x="21527" y="21549"/>
                <wp:lineTo x="21527" y="0"/>
                <wp:lineTo x="0" y="0"/>
              </wp:wrapPolygon>
            </wp:wrapTight>
            <wp:docPr id="1" name="Picture 1" descr="BE1F8A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E1F8AD8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499" t="11974" r="7000" b="6147"/>
                    <a:stretch/>
                  </pic:blipFill>
                  <pic:spPr bwMode="auto">
                    <a:xfrm>
                      <a:off x="0" y="0"/>
                      <a:ext cx="5600700" cy="807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:rsidR="003974E3" w:rsidRDefault="00212851">
      <w:r>
        <w:rPr>
          <w:noProof/>
          <w:sz w:val="24"/>
          <w:szCs w:val="24"/>
        </w:rPr>
        <w:lastRenderedPageBreak/>
        <w:drawing>
          <wp:anchor distT="36576" distB="36576" distL="36576" distR="36576" simplePos="0" relativeHeight="251660288" behindDoc="0" locked="0" layoutInCell="1" allowOverlap="1" wp14:anchorId="449297B9" wp14:editId="46D36488">
            <wp:simplePos x="0" y="0"/>
            <wp:positionH relativeFrom="column">
              <wp:posOffset>-266700</wp:posOffset>
            </wp:positionH>
            <wp:positionV relativeFrom="paragraph">
              <wp:posOffset>-133350</wp:posOffset>
            </wp:positionV>
            <wp:extent cx="6324600" cy="8610600"/>
            <wp:effectExtent l="0" t="0" r="0" b="0"/>
            <wp:wrapNone/>
            <wp:docPr id="2" name="Picture 2" descr="A011AEA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011AEA6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24" t="1240" r="2538" b="5372"/>
                    <a:stretch/>
                  </pic:blipFill>
                  <pic:spPr bwMode="auto">
                    <a:xfrm>
                      <a:off x="0" y="0"/>
                      <a:ext cx="6335054" cy="86248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974E3" w:rsidSect="00B90F54"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849"/>
    <w:rsid w:val="00212851"/>
    <w:rsid w:val="00447C04"/>
    <w:rsid w:val="009D1C9A"/>
    <w:rsid w:val="00A00B3E"/>
    <w:rsid w:val="00B90F54"/>
    <w:rsid w:val="00EC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B90F54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B90F54"/>
    <w:rPr>
      <w:rFonts w:eastAsiaTheme="minorEastAsia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0F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0F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B90F54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B90F54"/>
    <w:rPr>
      <w:rFonts w:eastAsiaTheme="minorEastAsia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0F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0F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03E"/>
    <w:rsid w:val="00D24959"/>
    <w:rsid w:val="00EC6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473EE9A20A5451CB0501FF814A1B283">
    <w:name w:val="6473EE9A20A5451CB0501FF814A1B283"/>
    <w:rsid w:val="00EC603E"/>
  </w:style>
  <w:style w:type="paragraph" w:customStyle="1" w:styleId="4DD2984D68AE453A8FB4D92435C1FBE3">
    <w:name w:val="4DD2984D68AE453A8FB4D92435C1FBE3"/>
    <w:rsid w:val="00EC603E"/>
  </w:style>
  <w:style w:type="paragraph" w:customStyle="1" w:styleId="8964E420C4144103A00509B4F56E8680">
    <w:name w:val="8964E420C4144103A00509B4F56E8680"/>
    <w:rsid w:val="00EC603E"/>
  </w:style>
  <w:style w:type="paragraph" w:customStyle="1" w:styleId="1553A66D918F46FF95FDB0C7AD23200D">
    <w:name w:val="1553A66D918F46FF95FDB0C7AD23200D"/>
    <w:rsid w:val="00EC603E"/>
  </w:style>
  <w:style w:type="paragraph" w:customStyle="1" w:styleId="02A7E1B9A9F241C1B3F0C4852C5370AB">
    <w:name w:val="02A7E1B9A9F241C1B3F0C4852C5370AB"/>
    <w:rsid w:val="00EC603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473EE9A20A5451CB0501FF814A1B283">
    <w:name w:val="6473EE9A20A5451CB0501FF814A1B283"/>
    <w:rsid w:val="00EC603E"/>
  </w:style>
  <w:style w:type="paragraph" w:customStyle="1" w:styleId="4DD2984D68AE453A8FB4D92435C1FBE3">
    <w:name w:val="4DD2984D68AE453A8FB4D92435C1FBE3"/>
    <w:rsid w:val="00EC603E"/>
  </w:style>
  <w:style w:type="paragraph" w:customStyle="1" w:styleId="8964E420C4144103A00509B4F56E8680">
    <w:name w:val="8964E420C4144103A00509B4F56E8680"/>
    <w:rsid w:val="00EC603E"/>
  </w:style>
  <w:style w:type="paragraph" w:customStyle="1" w:styleId="1553A66D918F46FF95FDB0C7AD23200D">
    <w:name w:val="1553A66D918F46FF95FDB0C7AD23200D"/>
    <w:rsid w:val="00EC603E"/>
  </w:style>
  <w:style w:type="paragraph" w:customStyle="1" w:styleId="02A7E1B9A9F241C1B3F0C4852C5370AB">
    <w:name w:val="02A7E1B9A9F241C1B3F0C4852C5370AB"/>
    <w:rsid w:val="00EC603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D02E00CF</Template>
  <TotalTime>1</TotalTime>
  <Pages>3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Girls and Boys Town            Life Skills</vt:lpstr>
    </vt:vector>
  </TitlesOfParts>
  <Company/>
  <LinksUpToDate>false</LinksUpToDate>
  <CharactersWithSpaces>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Girls and Boys Town            Life Skills</dc:title>
  <dc:creator>CCGAFaculty21</dc:creator>
  <cp:lastModifiedBy>CCGAFaculty21</cp:lastModifiedBy>
  <cp:revision>2</cp:revision>
  <dcterms:created xsi:type="dcterms:W3CDTF">2011-03-28T21:56:00Z</dcterms:created>
  <dcterms:modified xsi:type="dcterms:W3CDTF">2011-03-28T21:56:00Z</dcterms:modified>
</cp:coreProperties>
</file>